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A" w:rsidRPr="00CA6E7E" w:rsidRDefault="009B38FA" w:rsidP="00EF2127">
      <w:pPr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A6E7E">
        <w:rPr>
          <w:rStyle w:val="Strong"/>
          <w:rFonts w:ascii="Times New Roman" w:hAnsi="Times New Roman"/>
          <w:bCs w:val="0"/>
          <w:color w:val="000000"/>
          <w:sz w:val="28"/>
          <w:szCs w:val="28"/>
          <w:lang w:val="uk-UA"/>
        </w:rPr>
        <w:t>Пояснювальна записка</w:t>
      </w:r>
    </w:p>
    <w:p w:rsidR="009B38FA" w:rsidRPr="00E14073" w:rsidRDefault="009B38FA" w:rsidP="00033E45">
      <w:pPr>
        <w:pStyle w:val="NoSpacing"/>
        <w:spacing w:before="120" w:after="12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14073">
        <w:rPr>
          <w:rFonts w:ascii="Times New Roman" w:hAnsi="Times New Roman"/>
          <w:sz w:val="28"/>
          <w:szCs w:val="28"/>
          <w:lang w:val="uk-UA"/>
        </w:rPr>
        <w:t>Серія цифрових ресурсів розроблена до уроків зарубіжної літератури у 5 класі за твором Роальда Д</w:t>
      </w:r>
      <w:r>
        <w:rPr>
          <w:rFonts w:ascii="Times New Roman" w:hAnsi="Times New Roman"/>
          <w:sz w:val="28"/>
          <w:szCs w:val="28"/>
          <w:lang w:val="uk-UA"/>
        </w:rPr>
        <w:t>ала «Чарлі і шоколадна фабрика»</w:t>
      </w:r>
      <w:r w:rsidRPr="00E14073">
        <w:rPr>
          <w:rFonts w:ascii="Times New Roman" w:hAnsi="Times New Roman"/>
          <w:sz w:val="28"/>
          <w:szCs w:val="28"/>
        </w:rPr>
        <w:t xml:space="preserve"> за програмою </w:t>
      </w:r>
      <w:r w:rsidRPr="00E14073">
        <w:rPr>
          <w:rFonts w:ascii="Times New Roman" w:hAnsi="Times New Roman"/>
          <w:sz w:val="28"/>
          <w:szCs w:val="28"/>
          <w:lang w:val="uk-UA"/>
        </w:rPr>
        <w:t xml:space="preserve">«Світова література для загальноосвітніх навчальних закладів з українською мовою навчання (5-9 класи).Укладачі: О.М. Ніколенко, К.В. Таранік-Ткачук, </w:t>
      </w:r>
      <w:r w:rsidRPr="00E14073">
        <w:rPr>
          <w:rFonts w:ascii="Times New Roman" w:hAnsi="Times New Roman"/>
          <w:sz w:val="28"/>
          <w:szCs w:val="28"/>
        </w:rPr>
        <w:t>О.В. Ревнивцева, Т.П.</w:t>
      </w:r>
      <w:r w:rsidRPr="00E14073">
        <w:rPr>
          <w:rFonts w:ascii="Times New Roman" w:hAnsi="Times New Roman"/>
          <w:sz w:val="28"/>
          <w:szCs w:val="28"/>
          <w:lang w:val="en-US"/>
        </w:rPr>
        <w:t> </w:t>
      </w:r>
      <w:r w:rsidRPr="00E14073">
        <w:rPr>
          <w:rFonts w:ascii="Times New Roman" w:hAnsi="Times New Roman"/>
          <w:sz w:val="28"/>
          <w:szCs w:val="28"/>
        </w:rPr>
        <w:t>Сегеда, Н.В.</w:t>
      </w:r>
      <w:r w:rsidRPr="00E14073">
        <w:rPr>
          <w:rFonts w:ascii="Times New Roman" w:hAnsi="Times New Roman"/>
          <w:sz w:val="28"/>
          <w:szCs w:val="28"/>
          <w:lang w:val="en-US"/>
        </w:rPr>
        <w:t> </w:t>
      </w:r>
      <w:r w:rsidRPr="00E14073">
        <w:rPr>
          <w:rFonts w:ascii="Times New Roman" w:hAnsi="Times New Roman"/>
          <w:sz w:val="28"/>
          <w:szCs w:val="28"/>
        </w:rPr>
        <w:t>Онищенко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B38FA" w:rsidRPr="00E14073" w:rsidRDefault="009B38FA" w:rsidP="00033E45">
      <w:pPr>
        <w:pStyle w:val="NoSpacing"/>
        <w:spacing w:before="120" w:after="120" w:line="360" w:lineRule="auto"/>
        <w:ind w:firstLine="708"/>
        <w:jc w:val="both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E14073">
        <w:rPr>
          <w:rFonts w:ascii="Times New Roman" w:hAnsi="Times New Roman"/>
          <w:color w:val="222222"/>
          <w:sz w:val="28"/>
          <w:szCs w:val="28"/>
          <w:lang w:val="uk-UA"/>
        </w:rPr>
        <w:t>Метою таких уроків є формування знань учнів тексту твору</w:t>
      </w:r>
      <w:r w:rsidRPr="00E14073">
        <w:rPr>
          <w:rFonts w:ascii="Times New Roman" w:hAnsi="Times New Roman"/>
          <w:sz w:val="28"/>
          <w:szCs w:val="28"/>
        </w:rPr>
        <w:t xml:space="preserve">; уміння робити узагальнення й висновки; розвиток творчої уяви, логічного мислення, навичок виразного читання. </w:t>
      </w:r>
    </w:p>
    <w:p w:rsidR="009B38FA" w:rsidRPr="003428AA" w:rsidRDefault="009B38FA" w:rsidP="00033E4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28AA">
        <w:rPr>
          <w:rFonts w:ascii="Times New Roman" w:hAnsi="Times New Roman"/>
          <w:sz w:val="28"/>
          <w:szCs w:val="28"/>
          <w:lang w:val="uk-UA"/>
        </w:rPr>
        <w:t>Матеріали, вміщені до цифрового ресурсу, а саме: аудіофайли, відеофайли, презентації, буктрейлери, пізнавальні завдання, тестівник електронний - можуть бути використані на уроках зарубіжної літератури у 5 класі під час вивчення означеного твору.</w:t>
      </w:r>
    </w:p>
    <w:p w:rsidR="009B38FA" w:rsidRPr="00CA6E7E" w:rsidRDefault="009B38FA" w:rsidP="00033E4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28AA">
        <w:rPr>
          <w:rFonts w:ascii="Times New Roman" w:hAnsi="Times New Roman"/>
          <w:sz w:val="28"/>
          <w:szCs w:val="28"/>
          <w:lang w:val="uk-UA"/>
        </w:rPr>
        <w:t>Електронний матеріал можна використати на уроках зарубіжної літератури у 5 класі, засіданнях літературного і драматичного гуртків, на заняттях факультативів і курсів за</w:t>
      </w:r>
      <w:r>
        <w:rPr>
          <w:rFonts w:ascii="Times New Roman" w:hAnsi="Times New Roman"/>
          <w:sz w:val="28"/>
          <w:szCs w:val="28"/>
          <w:lang w:val="uk-UA"/>
        </w:rPr>
        <w:t xml:space="preserve"> вибором.</w:t>
      </w:r>
    </w:p>
    <w:p w:rsidR="009B38FA" w:rsidRPr="00A91158" w:rsidRDefault="009B38FA" w:rsidP="00782847">
      <w:pPr>
        <w:jc w:val="both"/>
        <w:rPr>
          <w:lang w:val="uk-UA"/>
        </w:rPr>
      </w:pPr>
    </w:p>
    <w:sectPr w:rsidR="009B38FA" w:rsidRPr="00A91158" w:rsidSect="0062019A">
      <w:pgSz w:w="11906" w:h="16838"/>
      <w:pgMar w:top="1134" w:right="1133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1158"/>
    <w:rsid w:val="00033E45"/>
    <w:rsid w:val="001D1353"/>
    <w:rsid w:val="00236AFF"/>
    <w:rsid w:val="002A6598"/>
    <w:rsid w:val="002C3187"/>
    <w:rsid w:val="00307C1D"/>
    <w:rsid w:val="00340A6E"/>
    <w:rsid w:val="003428AA"/>
    <w:rsid w:val="003549F3"/>
    <w:rsid w:val="003644F2"/>
    <w:rsid w:val="003739F8"/>
    <w:rsid w:val="004856A0"/>
    <w:rsid w:val="004D482B"/>
    <w:rsid w:val="005758A8"/>
    <w:rsid w:val="0062019A"/>
    <w:rsid w:val="00704458"/>
    <w:rsid w:val="00782847"/>
    <w:rsid w:val="00784843"/>
    <w:rsid w:val="0082266A"/>
    <w:rsid w:val="00863D85"/>
    <w:rsid w:val="008F49EF"/>
    <w:rsid w:val="00937401"/>
    <w:rsid w:val="00994DB4"/>
    <w:rsid w:val="009B38FA"/>
    <w:rsid w:val="00A91158"/>
    <w:rsid w:val="00BE4FFE"/>
    <w:rsid w:val="00BF3387"/>
    <w:rsid w:val="00CA6E7E"/>
    <w:rsid w:val="00D80E36"/>
    <w:rsid w:val="00E11B50"/>
    <w:rsid w:val="00E14073"/>
    <w:rsid w:val="00E6031D"/>
    <w:rsid w:val="00EB670F"/>
    <w:rsid w:val="00EF2127"/>
    <w:rsid w:val="00F45338"/>
    <w:rsid w:val="00FE4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8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A91158"/>
    <w:rPr>
      <w:rFonts w:cs="Times New Roman"/>
      <w:b/>
      <w:bCs/>
    </w:rPr>
  </w:style>
  <w:style w:type="paragraph" w:styleId="PlainText">
    <w:name w:val="Plain Text"/>
    <w:basedOn w:val="Normal"/>
    <w:link w:val="PlainTextChar"/>
    <w:uiPriority w:val="99"/>
    <w:rsid w:val="00A91158"/>
    <w:pPr>
      <w:spacing w:after="0" w:line="240" w:lineRule="auto"/>
    </w:pPr>
    <w:rPr>
      <w:rFonts w:ascii="Courier New" w:hAnsi="Courier New" w:cs="Courier New"/>
      <w:sz w:val="20"/>
      <w:szCs w:val="20"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91158"/>
    <w:rPr>
      <w:rFonts w:ascii="Courier New" w:hAnsi="Courier New" w:cs="Courier New"/>
      <w:sz w:val="20"/>
      <w:szCs w:val="20"/>
      <w:lang w:val="uk-UA"/>
    </w:rPr>
  </w:style>
  <w:style w:type="character" w:styleId="Hyperlink">
    <w:name w:val="Hyperlink"/>
    <w:basedOn w:val="DefaultParagraphFont"/>
    <w:uiPriority w:val="99"/>
    <w:semiHidden/>
    <w:rsid w:val="001D135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1D1353"/>
  </w:style>
  <w:style w:type="paragraph" w:customStyle="1" w:styleId="a">
    <w:name w:val="Знак Знак"/>
    <w:basedOn w:val="Normal"/>
    <w:uiPriority w:val="99"/>
    <w:rsid w:val="00782847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141</Words>
  <Characters>808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Kycherenko</cp:lastModifiedBy>
  <cp:revision>14</cp:revision>
  <dcterms:created xsi:type="dcterms:W3CDTF">2016-11-27T12:15:00Z</dcterms:created>
  <dcterms:modified xsi:type="dcterms:W3CDTF">2018-02-12T07:39:00Z</dcterms:modified>
</cp:coreProperties>
</file>